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A46" w:rsidRDefault="00D04A46"/>
    <w:tbl>
      <w:tblPr>
        <w:tblW w:w="10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80"/>
      </w:tblPr>
      <w:tblGrid>
        <w:gridCol w:w="5081"/>
        <w:gridCol w:w="5081"/>
      </w:tblGrid>
      <w:tr w:rsidR="00D04A46" w:rsidRPr="00554C30" w:rsidTr="00554C30">
        <w:trPr>
          <w:trHeight w:val="1547"/>
        </w:trPr>
        <w:tc>
          <w:tcPr>
            <w:tcW w:w="5081" w:type="dxa"/>
          </w:tcPr>
          <w:p w:rsidR="00D04A46" w:rsidRPr="00554C30" w:rsidRDefault="00D04A46" w:rsidP="00554C30">
            <w:pPr>
              <w:spacing w:after="0" w:line="240" w:lineRule="auto"/>
              <w:jc w:val="center"/>
            </w:pPr>
          </w:p>
          <w:p w:rsidR="00D04A46" w:rsidRPr="00554C30" w:rsidRDefault="00D04A46" w:rsidP="00554C30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554C30">
              <w:rPr>
                <w:b/>
                <w:sz w:val="36"/>
                <w:szCs w:val="36"/>
              </w:rPr>
              <w:t xml:space="preserve">DEPOSITS </w:t>
            </w:r>
          </w:p>
          <w:p w:rsidR="00D04A46" w:rsidRPr="00554C30" w:rsidRDefault="00D04A46" w:rsidP="00554C30">
            <w:pPr>
              <w:spacing w:after="0" w:line="240" w:lineRule="auto"/>
              <w:jc w:val="center"/>
            </w:pPr>
            <w:r w:rsidRPr="00554C30">
              <w:rPr>
                <w:sz w:val="36"/>
                <w:szCs w:val="36"/>
              </w:rPr>
              <w:t>(WHAT I LEARNED)</w:t>
            </w:r>
          </w:p>
        </w:tc>
        <w:tc>
          <w:tcPr>
            <w:tcW w:w="5081" w:type="dxa"/>
          </w:tcPr>
          <w:p w:rsidR="00D04A46" w:rsidRPr="00554C30" w:rsidRDefault="00D04A46" w:rsidP="00554C30">
            <w:pPr>
              <w:spacing w:after="0" w:line="240" w:lineRule="auto"/>
            </w:pPr>
          </w:p>
          <w:p w:rsidR="00D04A46" w:rsidRPr="00554C30" w:rsidRDefault="00D04A46" w:rsidP="00554C30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554C30">
              <w:rPr>
                <w:b/>
                <w:sz w:val="32"/>
                <w:szCs w:val="32"/>
              </w:rPr>
              <w:t>DIVIDENDS</w:t>
            </w:r>
          </w:p>
          <w:p w:rsidR="00D04A46" w:rsidRPr="00554C30" w:rsidRDefault="00D04A46" w:rsidP="00554C30">
            <w:pPr>
              <w:spacing w:after="0" w:line="240" w:lineRule="auto"/>
              <w:jc w:val="center"/>
            </w:pPr>
            <w:r w:rsidRPr="00554C30">
              <w:rPr>
                <w:sz w:val="32"/>
                <w:szCs w:val="32"/>
              </w:rPr>
              <w:t>(HOW TO USE WHAT I LEARNED IN MY LIFE)</w:t>
            </w:r>
          </w:p>
        </w:tc>
      </w:tr>
      <w:tr w:rsidR="00D04A46" w:rsidRPr="00554C30" w:rsidTr="00554C30">
        <w:trPr>
          <w:trHeight w:val="5491"/>
        </w:trPr>
        <w:tc>
          <w:tcPr>
            <w:tcW w:w="5081" w:type="dxa"/>
          </w:tcPr>
          <w:p w:rsidR="00D04A46" w:rsidRPr="00554C30" w:rsidRDefault="00D04A46" w:rsidP="00554C30">
            <w:pPr>
              <w:spacing w:after="0" w:line="240" w:lineRule="auto"/>
            </w:pPr>
          </w:p>
          <w:p w:rsidR="00D04A46" w:rsidRPr="00554C30" w:rsidRDefault="00D04A46" w:rsidP="00554C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554C30">
              <w:rPr>
                <w:sz w:val="24"/>
                <w:szCs w:val="24"/>
              </w:rPr>
              <w:t>Educational Technology is the study and ethical practice of facilitating learning and improving performance by creating, using and managing appropriate technological processes and resources.</w:t>
            </w:r>
          </w:p>
          <w:p w:rsidR="00D04A46" w:rsidRPr="00554C30" w:rsidRDefault="00D04A46" w:rsidP="00554C30">
            <w:pPr>
              <w:pStyle w:val="ListParagraph"/>
              <w:spacing w:after="0" w:line="240" w:lineRule="auto"/>
              <w:rPr>
                <w:sz w:val="24"/>
                <w:szCs w:val="24"/>
              </w:rPr>
            </w:pPr>
          </w:p>
          <w:p w:rsidR="00D04A46" w:rsidRPr="00554C30" w:rsidRDefault="00D04A46" w:rsidP="00554C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554C30">
              <w:rPr>
                <w:sz w:val="24"/>
                <w:szCs w:val="24"/>
              </w:rPr>
              <w:t>It is also used in the process of developing human capability.</w:t>
            </w:r>
          </w:p>
          <w:p w:rsidR="00D04A46" w:rsidRPr="00554C30" w:rsidRDefault="00D04A46" w:rsidP="00554C30">
            <w:pPr>
              <w:pStyle w:val="ListParagraph"/>
              <w:spacing w:after="0" w:line="240" w:lineRule="auto"/>
              <w:rPr>
                <w:sz w:val="24"/>
                <w:szCs w:val="24"/>
              </w:rPr>
            </w:pPr>
          </w:p>
          <w:p w:rsidR="00D04A46" w:rsidRPr="00554C30" w:rsidRDefault="00D04A46" w:rsidP="00554C30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54C30">
              <w:rPr>
                <w:sz w:val="24"/>
                <w:szCs w:val="24"/>
              </w:rPr>
              <w:t>The term technology refers to material objects of use to humanity, such as machines or hardware, but it can also encompass broader themes, including systems, methods of organization, and techniques.</w:t>
            </w:r>
          </w:p>
        </w:tc>
        <w:tc>
          <w:tcPr>
            <w:tcW w:w="5081" w:type="dxa"/>
          </w:tcPr>
          <w:p w:rsidR="00D04A46" w:rsidRPr="00554C30" w:rsidRDefault="00D04A46" w:rsidP="00554C30">
            <w:pPr>
              <w:spacing w:after="0" w:line="240" w:lineRule="auto"/>
            </w:pPr>
          </w:p>
          <w:p w:rsidR="00D04A46" w:rsidRPr="00554C30" w:rsidRDefault="00D04A46" w:rsidP="00554C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bookmarkStart w:id="0" w:name="_GoBack"/>
            <w:r w:rsidRPr="00554C30">
              <w:rPr>
                <w:sz w:val="24"/>
                <w:szCs w:val="24"/>
              </w:rPr>
              <w:t>As a future educator, I can use my knowledge in educational technology in using appropriate technological resources and procedures so that, my future learners enhance their performance in school.</w:t>
            </w:r>
          </w:p>
          <w:p w:rsidR="00D04A46" w:rsidRPr="00554C30" w:rsidRDefault="00D04A46" w:rsidP="00554C30">
            <w:pPr>
              <w:pStyle w:val="ListParagraph"/>
              <w:spacing w:after="0" w:line="240" w:lineRule="auto"/>
              <w:rPr>
                <w:sz w:val="24"/>
                <w:szCs w:val="24"/>
              </w:rPr>
            </w:pPr>
          </w:p>
          <w:p w:rsidR="00D04A46" w:rsidRPr="00554C30" w:rsidRDefault="00D04A46" w:rsidP="00554C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554C30">
              <w:rPr>
                <w:sz w:val="24"/>
                <w:szCs w:val="24"/>
              </w:rPr>
              <w:t>Technology which includes physical and process applied science can be incorporated into project, problem, inquiry-based learning as they all have a similar educational philosophy. All three are student centered, ideally involving real-world scenarios in which students are actively engaged in critical thinking activities.</w:t>
            </w:r>
          </w:p>
          <w:bookmarkEnd w:id="0"/>
          <w:p w:rsidR="00D04A46" w:rsidRPr="00554C30" w:rsidRDefault="00D04A46" w:rsidP="00554C30">
            <w:pPr>
              <w:pStyle w:val="ListParagraph"/>
              <w:spacing w:after="0" w:line="240" w:lineRule="auto"/>
            </w:pPr>
          </w:p>
          <w:p w:rsidR="00D04A46" w:rsidRPr="00554C30" w:rsidRDefault="00D04A46" w:rsidP="00554C30">
            <w:pPr>
              <w:spacing w:after="0" w:line="240" w:lineRule="auto"/>
            </w:pPr>
          </w:p>
        </w:tc>
      </w:tr>
    </w:tbl>
    <w:p w:rsidR="00D04A46" w:rsidRDefault="00D04A46"/>
    <w:sectPr w:rsidR="00D04A46" w:rsidSect="00F246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663B5"/>
    <w:multiLevelType w:val="hybridMultilevel"/>
    <w:tmpl w:val="0958B26C"/>
    <w:lvl w:ilvl="0" w:tplc="3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22B1"/>
    <w:rsid w:val="0020148F"/>
    <w:rsid w:val="005322B1"/>
    <w:rsid w:val="00554C30"/>
    <w:rsid w:val="007E526F"/>
    <w:rsid w:val="00995A8C"/>
    <w:rsid w:val="00BE400D"/>
    <w:rsid w:val="00D04A46"/>
    <w:rsid w:val="00E11F2F"/>
    <w:rsid w:val="00F24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6A1"/>
    <w:pPr>
      <w:spacing w:after="200" w:line="276" w:lineRule="auto"/>
    </w:pPr>
    <w:rPr>
      <w:lang w:val="en-PH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322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322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158</Words>
  <Characters>903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DEPOSITS </dc:title>
  <dc:subject/>
  <dc:creator>User</dc:creator>
  <cp:keywords/>
  <dc:description/>
  <cp:lastModifiedBy>Student</cp:lastModifiedBy>
  <cp:revision>2</cp:revision>
  <dcterms:created xsi:type="dcterms:W3CDTF">2012-07-12T00:33:00Z</dcterms:created>
  <dcterms:modified xsi:type="dcterms:W3CDTF">2012-07-12T00:33:00Z</dcterms:modified>
</cp:coreProperties>
</file>